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E59E6D4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10</w:t>
      </w:r>
      <w:r w:rsidR="00BC5159">
        <w:rPr>
          <w:rFonts w:ascii="Garamond" w:hAnsi="Garamond" w:cs="Garamond"/>
          <w:b/>
          <w:bCs/>
          <w:sz w:val="28"/>
          <w:szCs w:val="28"/>
        </w:rPr>
        <w:t>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CED59C8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D853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732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9671D" w:rsidRPr="00A9671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</w:t>
            </w:r>
            <w:r w:rsidR="00A9671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una unità di </w:t>
            </w:r>
            <w:r w:rsidR="00A9671D" w:rsidRPr="00A9671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memoria a disco magnetico</w:t>
            </w:r>
            <w:r w:rsidR="00A9671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9671D" w:rsidRPr="00A9671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LACIE 2TB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A9671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A1721" w:rsidRPr="00FA172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GTHTT-785-LL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FA172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Pasquale Raia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DA722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305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DA7225" w:rsidRPr="00DA722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B1D2BA0C49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420CCA2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FA172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Pasquale Raia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FA172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28093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A07B9F1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FA172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Pasquale Raia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336216FE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TECNOSPIN SRL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GABRIELE IANNELLI,574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80131 NAPOLI ITALIA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09676061212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IT09676061212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0D0F65E7" w:rsidR="00352654" w:rsidRPr="00AA1888" w:rsidRDefault="0079553E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95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000024_BUDGET_INVESTIMENTI_RICERCA_2020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2904B9E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DA722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DA7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DA722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A7225" w:rsidRPr="00A9671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di </w:t>
      </w:r>
      <w:r w:rsidR="00DA7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una unità di </w:t>
      </w:r>
      <w:r w:rsidR="00DA7225" w:rsidRPr="00A9671D">
        <w:rPr>
          <w:rFonts w:ascii="Calibri" w:eastAsia="Calibri" w:hAnsi="Calibri" w:cs="Calibri"/>
          <w:b/>
          <w:bCs/>
          <w:sz w:val="20"/>
          <w:szCs w:val="20"/>
          <w:lang w:eastAsia="en-US"/>
        </w:rPr>
        <w:t>memoria a disco magnetico</w:t>
      </w:r>
      <w:r w:rsidR="00DA7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A7225" w:rsidRPr="00A9671D">
        <w:rPr>
          <w:rFonts w:ascii="Calibri" w:eastAsia="Calibri" w:hAnsi="Calibri" w:cs="Calibri"/>
          <w:b/>
          <w:bCs/>
          <w:sz w:val="20"/>
          <w:szCs w:val="20"/>
          <w:lang w:eastAsia="en-US"/>
        </w:rPr>
        <w:t>LACIE 2TB</w:t>
      </w:r>
      <w:r w:rsidR="00DA7225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DA722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DA7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DA722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DA7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DA722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A7225" w:rsidRPr="00FA1721">
        <w:rPr>
          <w:rFonts w:ascii="Calibri" w:eastAsia="Calibri" w:hAnsi="Calibri" w:cs="Calibri"/>
          <w:b/>
          <w:bCs/>
          <w:sz w:val="20"/>
          <w:szCs w:val="20"/>
          <w:lang w:eastAsia="en-US"/>
        </w:rPr>
        <w:t>GTHTT-785-LL</w:t>
      </w:r>
      <w:r w:rsidR="00DA7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DA722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A7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Pasquale Raia</w:t>
      </w:r>
      <w:r w:rsidR="00DA7225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2465D" w:rsidRP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TECNOSPIN SRL, VIA GABRIELE IANNELLI,574 80131 NAPOLI ITALIA - C.F. 09676061212 - P.IVA IT09676061212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B662D3">
        <w:rPr>
          <w:rFonts w:ascii="Calibri" w:eastAsia="Calibri" w:hAnsi="Calibri" w:cs="Calibri"/>
          <w:bCs/>
          <w:sz w:val="20"/>
          <w:szCs w:val="20"/>
          <w:lang w:eastAsia="en-US"/>
        </w:rPr>
        <w:t>372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B662D3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B662D3">
        <w:rPr>
          <w:rFonts w:ascii="Calibri" w:eastAsia="Calibri" w:hAnsi="Calibri" w:cs="Calibri"/>
          <w:bCs/>
          <w:sz w:val="20"/>
          <w:szCs w:val="20"/>
          <w:lang w:eastAsia="en-US"/>
        </w:rPr>
        <w:t>305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B662D3">
        <w:rPr>
          <w:rFonts w:ascii="Calibri" w:eastAsia="Calibri" w:hAnsi="Calibri" w:cs="Calibri"/>
          <w:bCs/>
          <w:sz w:val="20"/>
          <w:szCs w:val="20"/>
          <w:lang w:eastAsia="en-US"/>
        </w:rPr>
        <w:t>67,10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0D7228C6" w:rsidR="0051646E" w:rsidRPr="0079553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45551</w:t>
      </w:r>
      <w:r w:rsidR="00172B9F" w:rsidRPr="0079553E">
        <w:t xml:space="preserve"> 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000024_BUDGET_INVESTIMENTI_RICERCA_2020 –</w:t>
      </w:r>
      <w:r w:rsidR="00040EF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INV. RIC 2020</w:t>
      </w:r>
      <w:r w:rsidR="00172B9F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79553E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2C54CB4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10</w:t>
      </w:r>
      <w:r w:rsidR="00BC5159">
        <w:rPr>
          <w:rFonts w:ascii="Garamond" w:hAnsi="Garamond" w:cs="Garamond"/>
          <w:b/>
          <w:bCs/>
          <w:sz w:val="23"/>
          <w:szCs w:val="23"/>
        </w:rPr>
        <w:t>0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5DFFA14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281A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l’acquisto </w:t>
            </w:r>
            <w:r w:rsidR="00406264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di</w:t>
            </w:r>
            <w:r w:rsidR="00406264" w:rsidRPr="00F64E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40626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4062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40626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062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unità di </w:t>
            </w:r>
            <w:r w:rsidR="00406264" w:rsidRPr="00A9671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memoria a disco magnetico</w:t>
            </w:r>
            <w:r w:rsidR="004062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06264" w:rsidRPr="00A9671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LACIE 2TB</w:t>
            </w:r>
            <w:r w:rsidR="00406264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40626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4062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40626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4062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40626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06264" w:rsidRPr="00FA172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GTHTT-785-LL</w:t>
            </w:r>
            <w:r w:rsidR="004062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40626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062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Pasquale Raia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3FD2B1F7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281A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/05/2024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A7E71" w14:textId="77777777" w:rsidR="00A5560E" w:rsidRDefault="00A5560E" w:rsidP="0058391E">
      <w:r>
        <w:separator/>
      </w:r>
    </w:p>
  </w:endnote>
  <w:endnote w:type="continuationSeparator" w:id="0">
    <w:p w14:paraId="67024F06" w14:textId="77777777" w:rsidR="00A5560E" w:rsidRDefault="00A5560E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4EBFE" w14:textId="77777777" w:rsidR="00A5560E" w:rsidRDefault="00A5560E" w:rsidP="0058391E">
      <w:r>
        <w:separator/>
      </w:r>
    </w:p>
  </w:footnote>
  <w:footnote w:type="continuationSeparator" w:id="0">
    <w:p w14:paraId="1D82E3F9" w14:textId="77777777" w:rsidR="00A5560E" w:rsidRDefault="00A5560E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1DFF"/>
    <w:rsid w:val="000A6A89"/>
    <w:rsid w:val="000B0305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06264"/>
    <w:rsid w:val="004100AF"/>
    <w:rsid w:val="00416930"/>
    <w:rsid w:val="00422544"/>
    <w:rsid w:val="0042332B"/>
    <w:rsid w:val="0042612B"/>
    <w:rsid w:val="00430DC1"/>
    <w:rsid w:val="00431124"/>
    <w:rsid w:val="00434F04"/>
    <w:rsid w:val="00437042"/>
    <w:rsid w:val="00451E80"/>
    <w:rsid w:val="004537BB"/>
    <w:rsid w:val="0045426D"/>
    <w:rsid w:val="004578B6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28B5"/>
    <w:rsid w:val="006960FF"/>
    <w:rsid w:val="006A70A5"/>
    <w:rsid w:val="006B3AC0"/>
    <w:rsid w:val="006C62EA"/>
    <w:rsid w:val="006C7AB6"/>
    <w:rsid w:val="006D176A"/>
    <w:rsid w:val="006E1C04"/>
    <w:rsid w:val="006E2A80"/>
    <w:rsid w:val="006E511B"/>
    <w:rsid w:val="006F0DC0"/>
    <w:rsid w:val="006F4EC4"/>
    <w:rsid w:val="00703FBE"/>
    <w:rsid w:val="0070423C"/>
    <w:rsid w:val="00713CFB"/>
    <w:rsid w:val="00716F4C"/>
    <w:rsid w:val="00725CB2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405D"/>
    <w:rsid w:val="0079553E"/>
    <w:rsid w:val="007A0117"/>
    <w:rsid w:val="007A6AB7"/>
    <w:rsid w:val="007B0E64"/>
    <w:rsid w:val="007E12C8"/>
    <w:rsid w:val="007E2D5C"/>
    <w:rsid w:val="007E576C"/>
    <w:rsid w:val="007F31D9"/>
    <w:rsid w:val="007F5E82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3E7D"/>
    <w:rsid w:val="008E78AB"/>
    <w:rsid w:val="008F0199"/>
    <w:rsid w:val="0091437E"/>
    <w:rsid w:val="00927967"/>
    <w:rsid w:val="00931F6E"/>
    <w:rsid w:val="009341C7"/>
    <w:rsid w:val="00951C49"/>
    <w:rsid w:val="00957C5C"/>
    <w:rsid w:val="0096317E"/>
    <w:rsid w:val="0097394E"/>
    <w:rsid w:val="00975755"/>
    <w:rsid w:val="009809D1"/>
    <w:rsid w:val="009935EB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9671D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E0C"/>
    <w:rsid w:val="00B30045"/>
    <w:rsid w:val="00B310F9"/>
    <w:rsid w:val="00B37C00"/>
    <w:rsid w:val="00B442DE"/>
    <w:rsid w:val="00B507C1"/>
    <w:rsid w:val="00B63A0D"/>
    <w:rsid w:val="00B662D3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5159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81B03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462A"/>
    <w:rsid w:val="00D35023"/>
    <w:rsid w:val="00D54BF1"/>
    <w:rsid w:val="00D60D5A"/>
    <w:rsid w:val="00D64104"/>
    <w:rsid w:val="00D70367"/>
    <w:rsid w:val="00D77198"/>
    <w:rsid w:val="00D8272F"/>
    <w:rsid w:val="00D8537E"/>
    <w:rsid w:val="00D869AD"/>
    <w:rsid w:val="00D86B89"/>
    <w:rsid w:val="00D877C5"/>
    <w:rsid w:val="00D96136"/>
    <w:rsid w:val="00DA0D58"/>
    <w:rsid w:val="00DA7225"/>
    <w:rsid w:val="00DC351F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0E7C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61B"/>
    <w:rsid w:val="00F64E50"/>
    <w:rsid w:val="00F720E1"/>
    <w:rsid w:val="00F8679A"/>
    <w:rsid w:val="00F907A6"/>
    <w:rsid w:val="00F92D5F"/>
    <w:rsid w:val="00FA1721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454</TotalTime>
  <Pages>5</Pages>
  <Words>1582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268</cp:revision>
  <cp:lastPrinted>2016-03-01T16:13:00Z</cp:lastPrinted>
  <dcterms:created xsi:type="dcterms:W3CDTF">2023-05-02T07:56:00Z</dcterms:created>
  <dcterms:modified xsi:type="dcterms:W3CDTF">2024-09-06T08:47:00Z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