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7AA2AC9F" w:rsidR="00C33F00" w:rsidRPr="00816B93" w:rsidRDefault="00C33F00" w:rsidP="003E4326">
      <w:pPr>
        <w:autoSpaceDE w:val="0"/>
        <w:autoSpaceDN w:val="0"/>
        <w:adjustRightInd w:val="0"/>
        <w:jc w:val="center"/>
        <w:rPr>
          <w:rFonts w:ascii="Garamond" w:hAnsi="Garamond" w:cs="Garamond"/>
          <w:b/>
          <w:bCs/>
          <w:sz w:val="28"/>
          <w:szCs w:val="28"/>
        </w:rPr>
      </w:pPr>
      <w:bookmarkStart w:id="0" w:name="_Hlk133313839"/>
      <w:r w:rsidRPr="00816B93">
        <w:rPr>
          <w:rFonts w:ascii="Garamond" w:hAnsi="Garamond" w:cs="Garamond"/>
          <w:b/>
          <w:bCs/>
          <w:sz w:val="28"/>
          <w:szCs w:val="28"/>
        </w:rPr>
        <w:t>Determina n.</w:t>
      </w:r>
      <w:r w:rsidR="008D1BE6">
        <w:rPr>
          <w:rFonts w:ascii="Garamond" w:hAnsi="Garamond" w:cs="Garamond"/>
          <w:b/>
          <w:bCs/>
          <w:sz w:val="28"/>
          <w:szCs w:val="28"/>
        </w:rPr>
        <w:t>2</w:t>
      </w:r>
      <w:r w:rsidR="0070793F">
        <w:rPr>
          <w:rFonts w:ascii="Garamond" w:hAnsi="Garamond" w:cs="Garamond"/>
          <w:b/>
          <w:bCs/>
          <w:sz w:val="28"/>
          <w:szCs w:val="28"/>
        </w:rPr>
        <w:t>1</w:t>
      </w:r>
      <w:r w:rsidR="00330E6D">
        <w:rPr>
          <w:rFonts w:ascii="Garamond" w:hAnsi="Garamond" w:cs="Garamond"/>
          <w:b/>
          <w:bCs/>
          <w:sz w:val="28"/>
          <w:szCs w:val="28"/>
        </w:rPr>
        <w:t>2</w:t>
      </w:r>
      <w:r w:rsidR="00816B93" w:rsidRPr="00816B93">
        <w:rPr>
          <w:rFonts w:ascii="Garamond" w:hAnsi="Garamond" w:cs="Garamond"/>
          <w:b/>
          <w:bCs/>
          <w:sz w:val="28"/>
          <w:szCs w:val="28"/>
        </w:rPr>
        <w:t>/2023</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769AA453" w:rsidR="00486481" w:rsidRPr="00486481" w:rsidRDefault="00486481" w:rsidP="00667F2F">
            <w:pPr>
              <w:suppressAutoHyphens/>
              <w:spacing w:before="120" w:after="120"/>
              <w:ind w:left="714"/>
              <w:jc w:val="both"/>
              <w:rPr>
                <w:rFonts w:ascii="Calibri" w:eastAsia="Calibri" w:hAnsi="Calibri" w:cs="Calibri"/>
                <w:bCs/>
                <w:i/>
                <w:sz w:val="22"/>
                <w:szCs w:val="22"/>
                <w:lang w:eastAsia="en-US"/>
              </w:rPr>
            </w:pPr>
            <w:r w:rsidRPr="00EC79E4">
              <w:rPr>
                <w:rFonts w:ascii="Calibri" w:eastAsia="Calibri" w:hAnsi="Calibri" w:cs="Calibri"/>
                <w:b/>
                <w:bCs/>
                <w:sz w:val="22"/>
                <w:szCs w:val="22"/>
                <w:lang w:eastAsia="en-US"/>
              </w:rPr>
              <w:t xml:space="preserve">Determina per l’affidamento diretto </w:t>
            </w:r>
            <w:r w:rsidR="00C84545">
              <w:rPr>
                <w:rFonts w:ascii="Calibri" w:eastAsia="Calibri" w:hAnsi="Calibri" w:cs="Calibri"/>
                <w:b/>
                <w:bCs/>
                <w:sz w:val="22"/>
                <w:szCs w:val="22"/>
                <w:lang w:eastAsia="en-US"/>
              </w:rPr>
              <w:t>per spese</w:t>
            </w:r>
            <w:r w:rsidR="005D66A8">
              <w:rPr>
                <w:rFonts w:ascii="Calibri" w:eastAsia="Calibri" w:hAnsi="Calibri" w:cs="Calibri"/>
                <w:b/>
                <w:bCs/>
                <w:sz w:val="22"/>
                <w:szCs w:val="22"/>
                <w:lang w:eastAsia="en-US"/>
              </w:rPr>
              <w:t xml:space="preserve"> relative a</w:t>
            </w:r>
            <w:r w:rsidR="00FF5CC6">
              <w:rPr>
                <w:rFonts w:ascii="Calibri" w:eastAsia="Calibri" w:hAnsi="Calibri" w:cs="Calibri"/>
                <w:b/>
                <w:bCs/>
                <w:sz w:val="22"/>
                <w:szCs w:val="22"/>
                <w:lang w:eastAsia="en-US"/>
              </w:rPr>
              <w:t xml:space="preserve">d </w:t>
            </w:r>
            <w:r w:rsidR="00F16699" w:rsidRPr="00F16699">
              <w:rPr>
                <w:rFonts w:ascii="Calibri" w:eastAsia="Calibri" w:hAnsi="Calibri" w:cs="Calibri"/>
                <w:b/>
                <w:bCs/>
                <w:sz w:val="22"/>
                <w:szCs w:val="22"/>
                <w:lang w:eastAsia="en-US"/>
              </w:rPr>
              <w:t>Utensile Pressione Acciaio Alcromo Per Capsule In All</w:t>
            </w:r>
            <w:r w:rsidR="00CD3844">
              <w:rPr>
                <w:rFonts w:ascii="Calibri" w:eastAsia="Calibri" w:hAnsi="Calibri" w:cs="Calibri"/>
                <w:b/>
                <w:bCs/>
                <w:sz w:val="22"/>
                <w:szCs w:val="22"/>
                <w:lang w:eastAsia="en-US"/>
              </w:rPr>
              <w:t xml:space="preserve"> </w:t>
            </w:r>
            <w:r w:rsidR="00CD3844">
              <w:rPr>
                <w:rFonts w:ascii="Calibri" w:eastAsia="Calibri" w:hAnsi="Calibri" w:cs="Calibri"/>
                <w:b/>
                <w:bCs/>
                <w:sz w:val="22"/>
                <w:szCs w:val="22"/>
                <w:lang w:eastAsia="en-US"/>
              </w:rPr>
              <w:t>con spese di spedizione</w:t>
            </w:r>
            <w:r w:rsidR="00CD3844" w:rsidRPr="00EC79E4">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2B2BF8">
              <w:rPr>
                <w:rFonts w:ascii="Calibri" w:eastAsia="Calibri" w:hAnsi="Calibri" w:cs="Calibri"/>
                <w:b/>
                <w:bCs/>
                <w:sz w:val="22"/>
                <w:szCs w:val="22"/>
                <w:lang w:eastAsia="en-US"/>
              </w:rPr>
              <w:t xml:space="preserve"> </w:t>
            </w:r>
            <w:r w:rsidR="00D05D2F">
              <w:rPr>
                <w:rFonts w:ascii="Calibri" w:eastAsia="Calibri" w:hAnsi="Calibri" w:cs="Calibri"/>
                <w:b/>
                <w:bCs/>
                <w:sz w:val="22"/>
                <w:szCs w:val="22"/>
                <w:lang w:eastAsia="en-US"/>
              </w:rPr>
              <w:t>Preventivo</w:t>
            </w:r>
            <w:r w:rsidR="002B2BF8" w:rsidRPr="002B2BF8">
              <w:rPr>
                <w:rFonts w:ascii="Calibri" w:eastAsia="Calibri" w:hAnsi="Calibri" w:cs="Calibri"/>
                <w:b/>
                <w:bCs/>
                <w:sz w:val="22"/>
                <w:szCs w:val="22"/>
                <w:lang w:eastAsia="en-US"/>
              </w:rPr>
              <w:t xml:space="preserve"> </w:t>
            </w:r>
            <w:r w:rsidR="00F85BFF">
              <w:rPr>
                <w:rFonts w:ascii="Calibri" w:eastAsia="Calibri" w:hAnsi="Calibri" w:cs="Calibri"/>
                <w:b/>
                <w:bCs/>
                <w:sz w:val="22"/>
                <w:szCs w:val="22"/>
                <w:lang w:eastAsia="en-US"/>
              </w:rPr>
              <w:t>FKV SrL</w:t>
            </w:r>
            <w:r w:rsidR="00CB5814">
              <w:rPr>
                <w:rFonts w:ascii="Calibri" w:eastAsia="Calibri" w:hAnsi="Calibri" w:cs="Calibri"/>
                <w:b/>
                <w:bCs/>
                <w:sz w:val="22"/>
                <w:szCs w:val="22"/>
                <w:lang w:eastAsia="en-US"/>
              </w:rPr>
              <w:t xml:space="preserve"> </w:t>
            </w:r>
            <w:r w:rsidR="00CE4BA1">
              <w:rPr>
                <w:rFonts w:ascii="Calibri" w:eastAsia="Calibri" w:hAnsi="Calibri" w:cs="Calibri"/>
                <w:b/>
                <w:bCs/>
                <w:sz w:val="22"/>
                <w:szCs w:val="22"/>
                <w:lang w:eastAsia="en-US"/>
              </w:rPr>
              <w:t xml:space="preserve">del </w:t>
            </w:r>
            <w:r w:rsidR="00F85BFF">
              <w:rPr>
                <w:rFonts w:ascii="Calibri" w:eastAsia="Calibri" w:hAnsi="Calibri" w:cs="Calibri"/>
                <w:b/>
                <w:bCs/>
                <w:sz w:val="22"/>
                <w:szCs w:val="22"/>
                <w:lang w:eastAsia="en-US"/>
              </w:rPr>
              <w:t>23</w:t>
            </w:r>
            <w:r w:rsidR="00CE4BA1">
              <w:rPr>
                <w:rFonts w:ascii="Calibri" w:eastAsia="Calibri" w:hAnsi="Calibri" w:cs="Calibri"/>
                <w:b/>
                <w:bCs/>
                <w:sz w:val="22"/>
                <w:szCs w:val="22"/>
                <w:lang w:eastAsia="en-US"/>
              </w:rPr>
              <w:t>/</w:t>
            </w:r>
            <w:r w:rsidR="00F85BFF">
              <w:rPr>
                <w:rFonts w:ascii="Calibri" w:eastAsia="Calibri" w:hAnsi="Calibri" w:cs="Calibri"/>
                <w:b/>
                <w:bCs/>
                <w:sz w:val="22"/>
                <w:szCs w:val="22"/>
                <w:lang w:eastAsia="en-US"/>
              </w:rPr>
              <w:t>02</w:t>
            </w:r>
            <w:r w:rsidR="00CE4BA1">
              <w:rPr>
                <w:rFonts w:ascii="Calibri" w:eastAsia="Calibri" w:hAnsi="Calibri" w:cs="Calibri"/>
                <w:b/>
                <w:bCs/>
                <w:sz w:val="22"/>
                <w:szCs w:val="22"/>
                <w:lang w:eastAsia="en-US"/>
              </w:rPr>
              <w:t>/</w:t>
            </w:r>
            <w:r w:rsidR="009F40A8" w:rsidRPr="00CB5814">
              <w:rPr>
                <w:rFonts w:ascii="Calibri" w:eastAsia="Calibri" w:hAnsi="Calibri" w:cs="Calibri"/>
                <w:b/>
                <w:bCs/>
                <w:sz w:val="22"/>
                <w:szCs w:val="22"/>
                <w:lang w:eastAsia="en-US"/>
              </w:rPr>
              <w:t>2023</w:t>
            </w:r>
            <w:r w:rsidR="009F40A8">
              <w:rPr>
                <w:rFonts w:ascii="Calibri" w:eastAsia="Calibri" w:hAnsi="Calibri" w:cs="Calibri"/>
                <w:b/>
                <w:bCs/>
                <w:sz w:val="22"/>
                <w:szCs w:val="22"/>
                <w:lang w:eastAsia="en-US"/>
              </w:rPr>
              <w:t xml:space="preserve"> </w:t>
            </w:r>
            <w:r w:rsidR="00DF0D6B">
              <w:rPr>
                <w:rFonts w:ascii="Calibri" w:eastAsia="Calibri" w:hAnsi="Calibri" w:cs="Calibri"/>
                <w:b/>
                <w:bCs/>
                <w:sz w:val="22"/>
                <w:szCs w:val="22"/>
                <w:lang w:eastAsia="en-US"/>
              </w:rPr>
              <w:t>Ref:</w:t>
            </w:r>
            <w:r w:rsidR="00E370F1">
              <w:t xml:space="preserve"> </w:t>
            </w:r>
            <w:r w:rsidR="00F85BFF" w:rsidRPr="00F85BFF">
              <w:rPr>
                <w:rFonts w:ascii="Calibri" w:eastAsia="Calibri" w:hAnsi="Calibri" w:cs="Calibri"/>
                <w:b/>
                <w:bCs/>
                <w:sz w:val="22"/>
                <w:szCs w:val="22"/>
                <w:lang w:eastAsia="en-US"/>
              </w:rPr>
              <w:t>37/HZ/23</w:t>
            </w:r>
            <w:r w:rsidR="00F85BFF">
              <w:rPr>
                <w:rFonts w:ascii="Calibri" w:eastAsia="Calibri" w:hAnsi="Calibri" w:cs="Calibri"/>
                <w:b/>
                <w:bCs/>
                <w:sz w:val="22"/>
                <w:szCs w:val="22"/>
                <w:lang w:eastAsia="en-US"/>
              </w:rPr>
              <w:t xml:space="preserve"> </w:t>
            </w:r>
            <w:r w:rsidR="00DF0D6B" w:rsidRPr="00DF0D6B">
              <w:rPr>
                <w:rFonts w:ascii="Calibri" w:eastAsia="Calibri" w:hAnsi="Calibri" w:cs="Calibri"/>
                <w:b/>
                <w:bCs/>
                <w:sz w:val="22"/>
                <w:szCs w:val="22"/>
                <w:lang w:eastAsia="en-US"/>
              </w:rPr>
              <w:t xml:space="preserve">– </w:t>
            </w:r>
            <w:r w:rsidR="00B97A78" w:rsidRPr="00EC79E4">
              <w:rPr>
                <w:rFonts w:ascii="Calibri" w:eastAsia="Calibri" w:hAnsi="Calibri" w:cs="Calibri"/>
                <w:b/>
                <w:bCs/>
                <w:sz w:val="22"/>
                <w:szCs w:val="22"/>
                <w:lang w:eastAsia="en-US"/>
              </w:rPr>
              <w:t>Prof.</w:t>
            </w:r>
            <w:r w:rsidR="00A84B34">
              <w:rPr>
                <w:rFonts w:ascii="Calibri" w:eastAsia="Calibri" w:hAnsi="Calibri" w:cs="Calibri"/>
                <w:b/>
                <w:bCs/>
                <w:sz w:val="22"/>
                <w:szCs w:val="22"/>
                <w:lang w:eastAsia="en-US"/>
              </w:rPr>
              <w:t xml:space="preserve"> </w:t>
            </w:r>
            <w:r w:rsidR="00F85BFF">
              <w:rPr>
                <w:rFonts w:ascii="Calibri" w:eastAsia="Calibri" w:hAnsi="Calibri" w:cs="Calibri"/>
                <w:b/>
                <w:bCs/>
                <w:sz w:val="22"/>
                <w:szCs w:val="22"/>
                <w:lang w:eastAsia="en-US"/>
              </w:rPr>
              <w:t>Giacomo Russo</w:t>
            </w:r>
            <w:r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Pr="00B97A78">
              <w:rPr>
                <w:rFonts w:ascii="Calibri" w:eastAsia="Calibri" w:hAnsi="Calibri" w:cs="Calibri"/>
                <w:b/>
                <w:bCs/>
                <w:sz w:val="22"/>
                <w:szCs w:val="22"/>
                <w:lang w:eastAsia="en-US"/>
              </w:rPr>
              <w:t xml:space="preserve"> per un importo</w:t>
            </w:r>
            <w:r w:rsidRPr="00486481">
              <w:rPr>
                <w:rFonts w:ascii="Calibri" w:eastAsia="Calibri" w:hAnsi="Calibri" w:cs="Calibri"/>
                <w:b/>
                <w:bCs/>
                <w:sz w:val="22"/>
                <w:szCs w:val="22"/>
                <w:lang w:eastAsia="en-US"/>
              </w:rPr>
              <w:t xml:space="preserve"> contrattuale pari a € </w:t>
            </w:r>
            <w:r w:rsidR="00CF151F">
              <w:rPr>
                <w:rFonts w:ascii="Calibri" w:eastAsia="Calibri" w:hAnsi="Calibri" w:cs="Calibri"/>
                <w:b/>
                <w:bCs/>
                <w:sz w:val="22"/>
                <w:szCs w:val="22"/>
                <w:lang w:eastAsia="en-US"/>
              </w:rPr>
              <w:t>2.355,</w:t>
            </w:r>
            <w:r w:rsidR="00406901">
              <w:rPr>
                <w:rFonts w:ascii="Calibri" w:eastAsia="Calibri" w:hAnsi="Calibri" w:cs="Calibri"/>
                <w:b/>
                <w:bCs/>
                <w:sz w:val="22"/>
                <w:szCs w:val="22"/>
                <w:lang w:eastAsia="en-US"/>
              </w:rPr>
              <w:t>00</w:t>
            </w:r>
            <w:r w:rsidRPr="00486481">
              <w:rPr>
                <w:rFonts w:ascii="Calibri" w:eastAsia="Calibri" w:hAnsi="Calibri" w:cs="Calibri"/>
                <w:b/>
                <w:bCs/>
                <w:sz w:val="22"/>
                <w:szCs w:val="22"/>
                <w:lang w:eastAsia="en-US"/>
              </w:rPr>
              <w:t xml:space="preserve"> (IVA</w:t>
            </w:r>
            <w:r w:rsidR="00732E7F">
              <w:rPr>
                <w:rFonts w:ascii="Calibri" w:eastAsia="Calibri" w:hAnsi="Calibri" w:cs="Calibri"/>
                <w:b/>
                <w:bCs/>
                <w:sz w:val="22"/>
                <w:szCs w:val="22"/>
                <w:lang w:eastAsia="en-US"/>
              </w:rPr>
              <w:t xml:space="preserve"> esclusa</w:t>
            </w:r>
            <w:r w:rsidRPr="00486481">
              <w:rPr>
                <w:rFonts w:ascii="Calibri" w:eastAsia="Calibri" w:hAnsi="Calibri" w:cs="Calibri"/>
                <w:b/>
                <w:bCs/>
                <w:sz w:val="22"/>
                <w:szCs w:val="22"/>
                <w:lang w:eastAsia="en-US"/>
              </w:rPr>
              <w:t xml:space="preserve">), CIG </w:t>
            </w:r>
            <w:r w:rsidR="00446FF2" w:rsidRPr="00446FF2">
              <w:rPr>
                <w:rFonts w:ascii="Calibri" w:eastAsia="Calibri" w:hAnsi="Calibri" w:cs="Calibri"/>
                <w:b/>
                <w:bCs/>
                <w:sz w:val="22"/>
                <w:szCs w:val="22"/>
                <w:lang w:eastAsia="en-US"/>
              </w:rPr>
              <w:t>Z563D99B70</w:t>
            </w:r>
            <w:r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49ECDB2F"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270269">
              <w:rPr>
                <w:rFonts w:ascii="Calibri" w:eastAsia="Calibri" w:hAnsi="Calibri" w:cs="Calibri"/>
                <w:bCs/>
                <w:sz w:val="22"/>
                <w:szCs w:val="22"/>
                <w:lang w:eastAsia="en-US"/>
              </w:rPr>
              <w:t xml:space="preserve">al Prof. </w:t>
            </w:r>
            <w:r w:rsidR="00F85BFF">
              <w:rPr>
                <w:rFonts w:ascii="Calibri" w:eastAsia="Calibri" w:hAnsi="Calibri" w:cs="Calibri"/>
                <w:bCs/>
                <w:sz w:val="22"/>
                <w:szCs w:val="22"/>
                <w:lang w:eastAsia="en-US"/>
              </w:rPr>
              <w:t>Giacomo Russo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360205FD"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8A0624">
              <w:rPr>
                <w:rFonts w:ascii="Calibri" w:eastAsia="Calibri" w:hAnsi="Calibri" w:cs="Calibri"/>
                <w:bCs/>
                <w:sz w:val="22"/>
                <w:szCs w:val="22"/>
                <w:lang w:eastAsia="en-US"/>
              </w:rPr>
              <w:t>de</w:t>
            </w:r>
            <w:r w:rsidR="00C83826">
              <w:rPr>
                <w:rFonts w:ascii="Calibri" w:eastAsia="Calibri" w:hAnsi="Calibri" w:cs="Calibri"/>
                <w:bCs/>
                <w:sz w:val="22"/>
                <w:szCs w:val="22"/>
                <w:lang w:eastAsia="en-US"/>
              </w:rPr>
              <w:t>l</w:t>
            </w:r>
            <w:r w:rsidRPr="00486481">
              <w:rPr>
                <w:rFonts w:ascii="Calibri" w:eastAsia="Calibri" w:hAnsi="Calibri" w:cs="Calibri"/>
                <w:bCs/>
                <w:sz w:val="22"/>
                <w:szCs w:val="22"/>
                <w:lang w:eastAsia="en-US"/>
              </w:rPr>
              <w:t xml:space="preserve"> </w:t>
            </w:r>
            <w:r w:rsidR="00425E05" w:rsidRPr="00425E05">
              <w:rPr>
                <w:rFonts w:ascii="Calibri" w:eastAsia="Calibri" w:hAnsi="Calibri" w:cs="Calibri"/>
                <w:bCs/>
                <w:sz w:val="22"/>
                <w:szCs w:val="22"/>
                <w:lang w:eastAsia="en-US"/>
              </w:rPr>
              <w:t xml:space="preserve">Prof. </w:t>
            </w:r>
            <w:r w:rsidR="00F85BFF">
              <w:rPr>
                <w:rFonts w:ascii="Calibri" w:eastAsia="Calibri" w:hAnsi="Calibri" w:cs="Calibri"/>
                <w:bCs/>
                <w:sz w:val="22"/>
                <w:szCs w:val="22"/>
                <w:lang w:eastAsia="en-US"/>
              </w:rPr>
              <w:t>Giacomo Russo</w:t>
            </w:r>
            <w:r w:rsidR="00425E05" w:rsidRPr="00425E05">
              <w:rPr>
                <w:rFonts w:ascii="Calibri" w:eastAsia="Calibri" w:hAnsi="Calibri" w:cs="Calibri"/>
                <w:bCs/>
                <w:sz w:val="22"/>
                <w:szCs w:val="22"/>
                <w:lang w:eastAsia="en-US"/>
              </w:rPr>
              <w:t xml:space="preserve"> </w:t>
            </w:r>
            <w:r w:rsidR="0077405B" w:rsidRPr="00C65AD4">
              <w:rPr>
                <w:rFonts w:ascii="Calibri" w:eastAsia="Calibri" w:hAnsi="Calibri" w:cs="Calibri"/>
                <w:bCs/>
                <w:sz w:val="22"/>
                <w:szCs w:val="22"/>
                <w:lang w:eastAsia="en-US"/>
              </w:rPr>
              <w:t xml:space="preserve">(mail del </w:t>
            </w:r>
            <w:r w:rsidR="00E370F1">
              <w:rPr>
                <w:rFonts w:ascii="Calibri" w:eastAsia="Calibri" w:hAnsi="Calibri" w:cs="Calibri"/>
                <w:bCs/>
                <w:sz w:val="22"/>
                <w:szCs w:val="22"/>
                <w:lang w:eastAsia="en-US"/>
              </w:rPr>
              <w:t>04</w:t>
            </w:r>
            <w:r w:rsidR="00AF5D0E" w:rsidRPr="00C65AD4">
              <w:rPr>
                <w:rFonts w:ascii="Calibri" w:eastAsia="Calibri" w:hAnsi="Calibri" w:cs="Calibri"/>
                <w:bCs/>
                <w:sz w:val="22"/>
                <w:szCs w:val="22"/>
                <w:lang w:eastAsia="en-US"/>
              </w:rPr>
              <w:t>/</w:t>
            </w:r>
            <w:r w:rsidR="00F1490B">
              <w:rPr>
                <w:rFonts w:ascii="Calibri" w:eastAsia="Calibri" w:hAnsi="Calibri" w:cs="Calibri"/>
                <w:bCs/>
                <w:sz w:val="22"/>
                <w:szCs w:val="22"/>
                <w:lang w:eastAsia="en-US"/>
              </w:rPr>
              <w:t>1</w:t>
            </w:r>
            <w:r w:rsidR="00E370F1">
              <w:rPr>
                <w:rFonts w:ascii="Calibri" w:eastAsia="Calibri" w:hAnsi="Calibri" w:cs="Calibri"/>
                <w:bCs/>
                <w:sz w:val="22"/>
                <w:szCs w:val="22"/>
                <w:lang w:eastAsia="en-US"/>
              </w:rPr>
              <w:t>2</w:t>
            </w:r>
            <w:r w:rsidR="00AF5D0E" w:rsidRPr="00C65AD4">
              <w:rPr>
                <w:rFonts w:ascii="Calibri" w:eastAsia="Calibri" w:hAnsi="Calibri" w:cs="Calibri"/>
                <w:bCs/>
                <w:sz w:val="22"/>
                <w:szCs w:val="22"/>
                <w:lang w:eastAsia="en-US"/>
              </w:rPr>
              <w:t>/2023</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062E5171" w:rsidR="00486481" w:rsidRPr="00C74BF1" w:rsidRDefault="00BB542C" w:rsidP="00D63657">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affidare il servizio/fornitura in oggetto all’operatore</w:t>
            </w:r>
            <w:r w:rsidR="00815E45">
              <w:rPr>
                <w:rFonts w:ascii="Calibri" w:eastAsia="Calibri" w:hAnsi="Calibri" w:cs="Calibri"/>
                <w:bCs/>
                <w:sz w:val="22"/>
                <w:szCs w:val="22"/>
                <w:lang w:eastAsia="en-US"/>
              </w:rPr>
              <w:t xml:space="preserve"> </w:t>
            </w:r>
            <w:r w:rsidR="00D63657" w:rsidRPr="00D63657">
              <w:rPr>
                <w:rFonts w:ascii="Calibri" w:eastAsia="Calibri" w:hAnsi="Calibri" w:cs="Calibri"/>
                <w:b/>
                <w:bCs/>
                <w:sz w:val="22"/>
                <w:szCs w:val="22"/>
                <w:lang w:eastAsia="en-US"/>
              </w:rPr>
              <w:t>FKV S.R.L.</w:t>
            </w:r>
            <w:r w:rsidR="00D63657">
              <w:rPr>
                <w:rFonts w:ascii="Calibri" w:eastAsia="Calibri" w:hAnsi="Calibri" w:cs="Calibri"/>
                <w:b/>
                <w:bCs/>
                <w:sz w:val="22"/>
                <w:szCs w:val="22"/>
                <w:lang w:eastAsia="en-US"/>
              </w:rPr>
              <w:t xml:space="preserve">, </w:t>
            </w:r>
            <w:r w:rsidR="00D63657" w:rsidRPr="00D63657">
              <w:rPr>
                <w:rFonts w:ascii="Calibri" w:eastAsia="Calibri" w:hAnsi="Calibri" w:cs="Calibri"/>
                <w:b/>
                <w:bCs/>
                <w:sz w:val="22"/>
                <w:szCs w:val="22"/>
                <w:lang w:eastAsia="en-US"/>
              </w:rPr>
              <w:t>LARGO DELLE INDUSTRIE,10</w:t>
            </w:r>
            <w:r w:rsidR="00D63657">
              <w:rPr>
                <w:rFonts w:ascii="Calibri" w:eastAsia="Calibri" w:hAnsi="Calibri" w:cs="Calibri"/>
                <w:b/>
                <w:bCs/>
                <w:sz w:val="22"/>
                <w:szCs w:val="22"/>
                <w:lang w:eastAsia="en-US"/>
              </w:rPr>
              <w:t xml:space="preserve"> - </w:t>
            </w:r>
            <w:r w:rsidR="00D63657" w:rsidRPr="00D63657">
              <w:rPr>
                <w:rFonts w:ascii="Calibri" w:eastAsia="Calibri" w:hAnsi="Calibri" w:cs="Calibri"/>
                <w:b/>
                <w:bCs/>
                <w:sz w:val="22"/>
                <w:szCs w:val="22"/>
                <w:lang w:eastAsia="en-US"/>
              </w:rPr>
              <w:t>24020 TORRE BOLDONE (BG) ITALIA</w:t>
            </w:r>
            <w:r w:rsidR="00D63657">
              <w:rPr>
                <w:rFonts w:ascii="Calibri" w:eastAsia="Calibri" w:hAnsi="Calibri" w:cs="Calibri"/>
                <w:b/>
                <w:bCs/>
                <w:sz w:val="22"/>
                <w:szCs w:val="22"/>
                <w:lang w:eastAsia="en-US"/>
              </w:rPr>
              <w:t xml:space="preserve"> - </w:t>
            </w:r>
            <w:r w:rsidR="00D63657" w:rsidRPr="00D63657">
              <w:rPr>
                <w:rFonts w:ascii="Calibri" w:eastAsia="Calibri" w:hAnsi="Calibri" w:cs="Calibri"/>
                <w:b/>
                <w:bCs/>
                <w:sz w:val="22"/>
                <w:szCs w:val="22"/>
                <w:lang w:eastAsia="en-US"/>
              </w:rPr>
              <w:t>C.F. 01758800161 P.IVA IT01758800161</w:t>
            </w:r>
            <w:r w:rsidR="00D63657">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73480435" w:rsidR="00486481" w:rsidRPr="00486481" w:rsidRDefault="00486481" w:rsidP="00486481">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DETERMINA</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052762AB"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xml:space="preserve">, l’affidamento diretto del servizio avente ad </w:t>
      </w:r>
      <w:r w:rsidR="00D63657">
        <w:rPr>
          <w:rFonts w:ascii="Calibri" w:eastAsia="Calibri" w:hAnsi="Calibri" w:cs="Calibri"/>
          <w:b/>
          <w:bCs/>
          <w:sz w:val="22"/>
          <w:szCs w:val="22"/>
          <w:lang w:eastAsia="en-US"/>
        </w:rPr>
        <w:t xml:space="preserve">spese relative ad </w:t>
      </w:r>
      <w:r w:rsidR="00D63657" w:rsidRPr="00F16699">
        <w:rPr>
          <w:rFonts w:ascii="Calibri" w:eastAsia="Calibri" w:hAnsi="Calibri" w:cs="Calibri"/>
          <w:b/>
          <w:bCs/>
          <w:sz w:val="22"/>
          <w:szCs w:val="22"/>
          <w:lang w:eastAsia="en-US"/>
        </w:rPr>
        <w:t>Utensile Pressione Acciaio Alcromo Per Capsule In All</w:t>
      </w:r>
      <w:r w:rsidR="00CD3844">
        <w:rPr>
          <w:rFonts w:ascii="Calibri" w:eastAsia="Calibri" w:hAnsi="Calibri" w:cs="Calibri"/>
          <w:b/>
          <w:bCs/>
          <w:sz w:val="22"/>
          <w:szCs w:val="22"/>
          <w:lang w:eastAsia="en-US"/>
        </w:rPr>
        <w:t xml:space="preserve"> con spese di spedizione</w:t>
      </w:r>
      <w:r w:rsidR="00D63657" w:rsidRPr="00EC79E4">
        <w:rPr>
          <w:rFonts w:ascii="Calibri" w:eastAsia="Calibri" w:hAnsi="Calibri" w:cs="Calibri"/>
          <w:b/>
          <w:bCs/>
          <w:sz w:val="22"/>
          <w:szCs w:val="22"/>
          <w:lang w:eastAsia="en-US"/>
        </w:rPr>
        <w:t>–</w:t>
      </w:r>
      <w:r w:rsidR="00D63657">
        <w:rPr>
          <w:rFonts w:ascii="Calibri" w:eastAsia="Calibri" w:hAnsi="Calibri" w:cs="Calibri"/>
          <w:b/>
          <w:bCs/>
          <w:sz w:val="22"/>
          <w:szCs w:val="22"/>
          <w:lang w:eastAsia="en-US"/>
        </w:rPr>
        <w:t xml:space="preserve"> Preventivo</w:t>
      </w:r>
      <w:r w:rsidR="00D63657" w:rsidRPr="002B2BF8">
        <w:rPr>
          <w:rFonts w:ascii="Calibri" w:eastAsia="Calibri" w:hAnsi="Calibri" w:cs="Calibri"/>
          <w:b/>
          <w:bCs/>
          <w:sz w:val="22"/>
          <w:szCs w:val="22"/>
          <w:lang w:eastAsia="en-US"/>
        </w:rPr>
        <w:t xml:space="preserve"> </w:t>
      </w:r>
      <w:r w:rsidR="00D63657">
        <w:rPr>
          <w:rFonts w:ascii="Calibri" w:eastAsia="Calibri" w:hAnsi="Calibri" w:cs="Calibri"/>
          <w:b/>
          <w:bCs/>
          <w:sz w:val="22"/>
          <w:szCs w:val="22"/>
          <w:lang w:eastAsia="en-US"/>
        </w:rPr>
        <w:t>FKV SrL del 23/02/</w:t>
      </w:r>
      <w:r w:rsidR="00D63657" w:rsidRPr="00CB5814">
        <w:rPr>
          <w:rFonts w:ascii="Calibri" w:eastAsia="Calibri" w:hAnsi="Calibri" w:cs="Calibri"/>
          <w:b/>
          <w:bCs/>
          <w:sz w:val="22"/>
          <w:szCs w:val="22"/>
          <w:lang w:eastAsia="en-US"/>
        </w:rPr>
        <w:t>2023</w:t>
      </w:r>
      <w:r w:rsidR="00D63657">
        <w:rPr>
          <w:rFonts w:ascii="Calibri" w:eastAsia="Calibri" w:hAnsi="Calibri" w:cs="Calibri"/>
          <w:b/>
          <w:bCs/>
          <w:sz w:val="22"/>
          <w:szCs w:val="22"/>
          <w:lang w:eastAsia="en-US"/>
        </w:rPr>
        <w:t xml:space="preserve"> Ref:</w:t>
      </w:r>
      <w:r w:rsidR="00D63657">
        <w:t xml:space="preserve"> </w:t>
      </w:r>
      <w:r w:rsidR="00D63657" w:rsidRPr="00F85BFF">
        <w:rPr>
          <w:rFonts w:ascii="Calibri" w:eastAsia="Calibri" w:hAnsi="Calibri" w:cs="Calibri"/>
          <w:b/>
          <w:bCs/>
          <w:sz w:val="22"/>
          <w:szCs w:val="22"/>
          <w:lang w:eastAsia="en-US"/>
        </w:rPr>
        <w:t>37/HZ/23</w:t>
      </w:r>
      <w:r w:rsidR="00D63657">
        <w:rPr>
          <w:rFonts w:ascii="Calibri" w:eastAsia="Calibri" w:hAnsi="Calibri" w:cs="Calibri"/>
          <w:b/>
          <w:bCs/>
          <w:sz w:val="22"/>
          <w:szCs w:val="22"/>
          <w:lang w:eastAsia="en-US"/>
        </w:rPr>
        <w:t xml:space="preserve"> </w:t>
      </w:r>
      <w:r w:rsidR="00D63657" w:rsidRPr="00DF0D6B">
        <w:rPr>
          <w:rFonts w:ascii="Calibri" w:eastAsia="Calibri" w:hAnsi="Calibri" w:cs="Calibri"/>
          <w:b/>
          <w:bCs/>
          <w:sz w:val="22"/>
          <w:szCs w:val="22"/>
          <w:lang w:eastAsia="en-US"/>
        </w:rPr>
        <w:t xml:space="preserve">– </w:t>
      </w:r>
      <w:r w:rsidR="00D63657" w:rsidRPr="00EC79E4">
        <w:rPr>
          <w:rFonts w:ascii="Calibri" w:eastAsia="Calibri" w:hAnsi="Calibri" w:cs="Calibri"/>
          <w:b/>
          <w:bCs/>
          <w:sz w:val="22"/>
          <w:szCs w:val="22"/>
          <w:lang w:eastAsia="en-US"/>
        </w:rPr>
        <w:t>Prof.</w:t>
      </w:r>
      <w:r w:rsidR="00D63657">
        <w:rPr>
          <w:rFonts w:ascii="Calibri" w:eastAsia="Calibri" w:hAnsi="Calibri" w:cs="Calibri"/>
          <w:b/>
          <w:bCs/>
          <w:sz w:val="22"/>
          <w:szCs w:val="22"/>
          <w:lang w:eastAsia="en-US"/>
        </w:rPr>
        <w:t xml:space="preserve"> Giacomo Russo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D63657" w:rsidRPr="00D63657">
        <w:rPr>
          <w:rFonts w:ascii="Calibri" w:eastAsia="Calibri" w:hAnsi="Calibri" w:cs="Calibri"/>
          <w:b/>
          <w:bCs/>
          <w:sz w:val="22"/>
          <w:szCs w:val="22"/>
          <w:lang w:eastAsia="en-US"/>
        </w:rPr>
        <w:t>FKV S.R.L.</w:t>
      </w:r>
      <w:r w:rsidR="00D63657">
        <w:rPr>
          <w:rFonts w:ascii="Calibri" w:eastAsia="Calibri" w:hAnsi="Calibri" w:cs="Calibri"/>
          <w:b/>
          <w:bCs/>
          <w:sz w:val="22"/>
          <w:szCs w:val="22"/>
          <w:lang w:eastAsia="en-US"/>
        </w:rPr>
        <w:t xml:space="preserve">, </w:t>
      </w:r>
      <w:r w:rsidR="00D63657" w:rsidRPr="00D63657">
        <w:rPr>
          <w:rFonts w:ascii="Calibri" w:eastAsia="Calibri" w:hAnsi="Calibri" w:cs="Calibri"/>
          <w:b/>
          <w:bCs/>
          <w:sz w:val="22"/>
          <w:szCs w:val="22"/>
          <w:lang w:eastAsia="en-US"/>
        </w:rPr>
        <w:t>LARGO DELLE INDUSTRIE,10</w:t>
      </w:r>
      <w:r w:rsidR="00D63657">
        <w:rPr>
          <w:rFonts w:ascii="Calibri" w:eastAsia="Calibri" w:hAnsi="Calibri" w:cs="Calibri"/>
          <w:b/>
          <w:bCs/>
          <w:sz w:val="22"/>
          <w:szCs w:val="22"/>
          <w:lang w:eastAsia="en-US"/>
        </w:rPr>
        <w:t xml:space="preserve"> - </w:t>
      </w:r>
      <w:r w:rsidR="00D63657" w:rsidRPr="00D63657">
        <w:rPr>
          <w:rFonts w:ascii="Calibri" w:eastAsia="Calibri" w:hAnsi="Calibri" w:cs="Calibri"/>
          <w:b/>
          <w:bCs/>
          <w:sz w:val="22"/>
          <w:szCs w:val="22"/>
          <w:lang w:eastAsia="en-US"/>
        </w:rPr>
        <w:t>24020 TORRE BOLDONE (BG) ITALIA</w:t>
      </w:r>
      <w:r w:rsidR="00D63657">
        <w:rPr>
          <w:rFonts w:ascii="Calibri" w:eastAsia="Calibri" w:hAnsi="Calibri" w:cs="Calibri"/>
          <w:b/>
          <w:bCs/>
          <w:sz w:val="22"/>
          <w:szCs w:val="22"/>
          <w:lang w:eastAsia="en-US"/>
        </w:rPr>
        <w:t xml:space="preserve"> - </w:t>
      </w:r>
      <w:r w:rsidR="00D63657" w:rsidRPr="00D63657">
        <w:rPr>
          <w:rFonts w:ascii="Calibri" w:eastAsia="Calibri" w:hAnsi="Calibri" w:cs="Calibri"/>
          <w:b/>
          <w:bCs/>
          <w:sz w:val="22"/>
          <w:szCs w:val="22"/>
          <w:lang w:eastAsia="en-US"/>
        </w:rPr>
        <w:t>C.F. 01758800161 P.IVA IT0175880016</w:t>
      </w:r>
      <w:r w:rsidRPr="00734C35">
        <w:rPr>
          <w:rFonts w:ascii="Calibri" w:eastAsia="Calibri" w:hAnsi="Calibri" w:cs="Calibri"/>
          <w:bCs/>
          <w:sz w:val="22"/>
          <w:szCs w:val="22"/>
          <w:lang w:eastAsia="en-US"/>
        </w:rPr>
        <w:t>, per un importo complessivo delle prestazioni pari ad €</w:t>
      </w:r>
      <w:r w:rsidR="009E4EA2">
        <w:rPr>
          <w:rFonts w:ascii="Calibri" w:eastAsia="Calibri" w:hAnsi="Calibri" w:cs="Calibri"/>
          <w:bCs/>
          <w:sz w:val="22"/>
          <w:szCs w:val="22"/>
          <w:lang w:eastAsia="en-US"/>
        </w:rPr>
        <w:t xml:space="preserve"> </w:t>
      </w:r>
      <w:r w:rsidR="00EF1B7A" w:rsidRPr="00EF1B7A">
        <w:rPr>
          <w:rFonts w:ascii="Calibri" w:eastAsia="Calibri" w:hAnsi="Calibri" w:cs="Calibri"/>
          <w:bCs/>
          <w:sz w:val="22"/>
          <w:szCs w:val="22"/>
          <w:lang w:eastAsia="en-US"/>
        </w:rPr>
        <w:t>2.873,10</w:t>
      </w:r>
      <w:r w:rsidR="00EF1B7A" w:rsidRPr="00EF1B7A">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w:t>
      </w:r>
      <w:r w:rsidR="00360688">
        <w:rPr>
          <w:rFonts w:ascii="Calibri" w:eastAsia="Calibri" w:hAnsi="Calibri" w:cs="Calibri"/>
          <w:bCs/>
          <w:sz w:val="22"/>
          <w:szCs w:val="22"/>
          <w:lang w:eastAsia="en-US"/>
        </w:rPr>
        <w:t>VA</w:t>
      </w:r>
      <w:r w:rsidR="00AB72F1">
        <w:rPr>
          <w:rFonts w:ascii="Calibri" w:eastAsia="Calibri" w:hAnsi="Calibri" w:cs="Calibri"/>
          <w:bCs/>
          <w:sz w:val="22"/>
          <w:szCs w:val="22"/>
          <w:lang w:eastAsia="en-US"/>
        </w:rPr>
        <w:t xml:space="preserve"> </w:t>
      </w:r>
      <w:r w:rsidR="00364676">
        <w:rPr>
          <w:rFonts w:ascii="Calibri" w:eastAsia="Calibri" w:hAnsi="Calibri" w:cs="Calibri"/>
          <w:bCs/>
          <w:sz w:val="22"/>
          <w:szCs w:val="22"/>
          <w:lang w:eastAsia="en-US"/>
        </w:rPr>
        <w:t>inclusa (</w:t>
      </w:r>
      <w:r w:rsidR="00364676" w:rsidRPr="00734C35">
        <w:rPr>
          <w:rFonts w:ascii="Calibri" w:eastAsia="Calibri" w:hAnsi="Calibri" w:cs="Calibri"/>
          <w:bCs/>
          <w:sz w:val="22"/>
          <w:szCs w:val="22"/>
          <w:lang w:eastAsia="en-US"/>
        </w:rPr>
        <w:t>€</w:t>
      </w:r>
      <w:r w:rsidR="00EF1B7A">
        <w:rPr>
          <w:rFonts w:ascii="Calibri" w:eastAsia="Calibri" w:hAnsi="Calibri" w:cs="Calibri"/>
          <w:bCs/>
          <w:sz w:val="22"/>
          <w:szCs w:val="22"/>
          <w:lang w:eastAsia="en-US"/>
        </w:rPr>
        <w:t>2.355</w:t>
      </w:r>
      <w:r w:rsidR="00143299">
        <w:rPr>
          <w:rFonts w:ascii="Calibri" w:eastAsia="Calibri" w:hAnsi="Calibri" w:cs="Calibri"/>
          <w:bCs/>
          <w:sz w:val="22"/>
          <w:szCs w:val="22"/>
          <w:lang w:eastAsia="en-US"/>
        </w:rPr>
        <w:t>,00</w:t>
      </w:r>
      <w:r w:rsidR="00F23AF4">
        <w:rPr>
          <w:rFonts w:ascii="Calibri" w:eastAsia="Calibri" w:hAnsi="Calibri" w:cs="Calibri"/>
          <w:bCs/>
          <w:sz w:val="22"/>
          <w:szCs w:val="22"/>
          <w:lang w:eastAsia="en-US"/>
        </w:rPr>
        <w:t xml:space="preserve"> con IVA 22% pari a </w:t>
      </w:r>
      <w:r w:rsidR="00F23AF4" w:rsidRPr="00734C35">
        <w:rPr>
          <w:rFonts w:ascii="Calibri" w:eastAsia="Calibri" w:hAnsi="Calibri" w:cs="Calibri"/>
          <w:bCs/>
          <w:sz w:val="22"/>
          <w:szCs w:val="22"/>
          <w:lang w:eastAsia="en-US"/>
        </w:rPr>
        <w:t>€</w:t>
      </w:r>
      <w:r w:rsidR="00EF1B7A">
        <w:rPr>
          <w:rFonts w:ascii="Calibri" w:eastAsia="Calibri" w:hAnsi="Calibri" w:cs="Calibri"/>
          <w:bCs/>
          <w:sz w:val="22"/>
          <w:szCs w:val="22"/>
          <w:lang w:eastAsia="en-US"/>
        </w:rPr>
        <w:t>518,10</w:t>
      </w:r>
      <w:r w:rsidR="00F23AF4">
        <w:rPr>
          <w:rFonts w:ascii="Calibri" w:eastAsia="Calibri" w:hAnsi="Calibri" w:cs="Calibri"/>
          <w:bCs/>
          <w:sz w:val="22"/>
          <w:szCs w:val="22"/>
          <w:lang w:eastAsia="en-US"/>
        </w:rPr>
        <w:t>)</w:t>
      </w:r>
      <w:r w:rsidR="00AB72F1">
        <w:rPr>
          <w:rFonts w:ascii="Calibri" w:eastAsia="Calibri" w:hAnsi="Calibri" w:cs="Calibri"/>
          <w:bCs/>
          <w:sz w:val="22"/>
          <w:szCs w:val="22"/>
          <w:lang w:eastAsia="en-US"/>
        </w:rPr>
        <w:t>;</w:t>
      </w:r>
    </w:p>
    <w:p w14:paraId="54260DDD" w14:textId="4BD1054A" w:rsidR="00486481" w:rsidRPr="00014981" w:rsidRDefault="00486481" w:rsidP="00014981">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00BC1E8B" w:rsidRPr="00734C35">
        <w:rPr>
          <w:rFonts w:ascii="Calibri" w:eastAsia="Calibri" w:hAnsi="Calibri" w:cs="Calibri"/>
          <w:bCs/>
          <w:sz w:val="22"/>
          <w:szCs w:val="22"/>
          <w:lang w:eastAsia="en-US"/>
        </w:rPr>
        <w:t xml:space="preserve"> </w:t>
      </w:r>
      <w:r w:rsidR="007047B5" w:rsidRPr="00DD2E05">
        <w:rPr>
          <w:rFonts w:ascii="Calibri" w:eastAsia="Calibri" w:hAnsi="Calibri" w:cs="Calibri"/>
          <w:bCs/>
          <w:sz w:val="22"/>
          <w:szCs w:val="22"/>
          <w:lang w:eastAsia="en-US"/>
        </w:rPr>
        <w:t xml:space="preserve">id. </w:t>
      </w:r>
      <w:r w:rsidR="00CD3844">
        <w:rPr>
          <w:rFonts w:ascii="Calibri" w:eastAsia="Calibri" w:hAnsi="Calibri" w:cs="Calibri"/>
          <w:bCs/>
          <w:sz w:val="22"/>
          <w:szCs w:val="22"/>
          <w:lang w:eastAsia="en-US"/>
        </w:rPr>
        <w:t>60937</w:t>
      </w:r>
      <w:r w:rsidR="007047B5" w:rsidRPr="00DD2E05">
        <w:rPr>
          <w:rFonts w:ascii="Calibri" w:eastAsia="Calibri" w:hAnsi="Calibri" w:cs="Calibri"/>
          <w:bCs/>
          <w:sz w:val="22"/>
          <w:szCs w:val="22"/>
          <w:lang w:eastAsia="en-US"/>
        </w:rPr>
        <w:t xml:space="preserve"> </w:t>
      </w:r>
      <w:r w:rsidR="00014981" w:rsidRPr="00014981">
        <w:rPr>
          <w:rFonts w:ascii="Calibri" w:eastAsia="Calibri" w:hAnsi="Calibri" w:cs="Calibri"/>
          <w:bCs/>
          <w:sz w:val="22"/>
          <w:szCs w:val="22"/>
          <w:lang w:eastAsia="en-US"/>
        </w:rPr>
        <w:t>000024_Progetto_GEORES</w:t>
      </w:r>
      <w:r w:rsidR="00014981" w:rsidRPr="00014981">
        <w:rPr>
          <w:rFonts w:ascii="Calibri" w:eastAsia="Calibri" w:hAnsi="Calibri" w:cs="Calibri"/>
          <w:bCs/>
          <w:sz w:val="22"/>
          <w:szCs w:val="22"/>
          <w:lang w:eastAsia="en-US"/>
        </w:rPr>
        <w:t xml:space="preserve"> </w:t>
      </w:r>
      <w:r w:rsidR="00906223" w:rsidRPr="00DD2E05">
        <w:rPr>
          <w:rFonts w:ascii="Calibri" w:eastAsia="Calibri" w:hAnsi="Calibri" w:cs="Calibri"/>
          <w:bCs/>
          <w:sz w:val="22"/>
          <w:szCs w:val="22"/>
          <w:lang w:eastAsia="en-US"/>
        </w:rPr>
        <w:t>–</w:t>
      </w:r>
      <w:r w:rsidR="004151F8" w:rsidRPr="00DD2E05">
        <w:rPr>
          <w:rFonts w:ascii="Calibri" w:eastAsia="Calibri" w:hAnsi="Calibri" w:cs="Calibri"/>
          <w:bCs/>
          <w:sz w:val="22"/>
          <w:szCs w:val="22"/>
          <w:lang w:eastAsia="en-US"/>
        </w:rPr>
        <w:t xml:space="preserve"> </w:t>
      </w:r>
      <w:r w:rsidR="00014981" w:rsidRPr="00014981">
        <w:rPr>
          <w:rFonts w:ascii="Calibri" w:eastAsia="Calibri" w:hAnsi="Calibri" w:cs="Calibri"/>
          <w:bCs/>
          <w:sz w:val="22"/>
          <w:szCs w:val="22"/>
          <w:lang w:eastAsia="en-US"/>
        </w:rPr>
        <w:t>CA.01.10.02.02.02</w:t>
      </w:r>
      <w:r w:rsidR="00014981">
        <w:rPr>
          <w:rFonts w:ascii="Calibri" w:eastAsia="Calibri" w:hAnsi="Calibri" w:cs="Calibri"/>
          <w:bCs/>
          <w:sz w:val="22"/>
          <w:szCs w:val="22"/>
          <w:lang w:eastAsia="en-US"/>
        </w:rPr>
        <w:t xml:space="preserve"> - </w:t>
      </w:r>
      <w:r w:rsidR="00014981" w:rsidRPr="00014981">
        <w:rPr>
          <w:rFonts w:ascii="Calibri" w:eastAsia="Calibri" w:hAnsi="Calibri" w:cs="Calibri"/>
          <w:bCs/>
          <w:sz w:val="22"/>
          <w:szCs w:val="22"/>
          <w:lang w:eastAsia="en-US"/>
        </w:rPr>
        <w:t>CA.04.41.04.09.02</w:t>
      </w:r>
      <w:r w:rsidR="00014981" w:rsidRPr="00014981">
        <w:rPr>
          <w:rFonts w:ascii="Calibri" w:eastAsia="Calibri" w:hAnsi="Calibri" w:cs="Calibri"/>
          <w:bCs/>
          <w:sz w:val="22"/>
          <w:szCs w:val="22"/>
          <w:lang w:eastAsia="en-US"/>
        </w:rPr>
        <w:t xml:space="preserve"> </w:t>
      </w:r>
      <w:r w:rsidR="003659EF" w:rsidRPr="00014981">
        <w:rPr>
          <w:rFonts w:ascii="Calibri" w:eastAsia="Calibri" w:hAnsi="Calibri" w:cs="Calibri"/>
          <w:bCs/>
          <w:sz w:val="22"/>
          <w:szCs w:val="22"/>
          <w:lang w:eastAsia="en-US"/>
        </w:rPr>
        <w:t>del bilancio unico di Ateneo di previsione annuale autorizzatorio per l’esercizio finanziario</w:t>
      </w:r>
      <w:r w:rsidR="008F3EAB" w:rsidRPr="00014981">
        <w:rPr>
          <w:rFonts w:ascii="Calibri" w:eastAsia="Calibri" w:hAnsi="Calibri" w:cs="Calibri"/>
          <w:bCs/>
          <w:sz w:val="22"/>
          <w:szCs w:val="22"/>
          <w:lang w:eastAsia="en-US"/>
        </w:rPr>
        <w:t xml:space="preserve"> 2023</w:t>
      </w:r>
      <w:r w:rsidRPr="00014981">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4AAD19FE" w14:textId="77777777" w:rsidR="00D46DF0" w:rsidRDefault="00D46DF0" w:rsidP="00431124">
      <w:pPr>
        <w:autoSpaceDE w:val="0"/>
        <w:autoSpaceDN w:val="0"/>
        <w:adjustRightInd w:val="0"/>
        <w:jc w:val="center"/>
        <w:rPr>
          <w:rFonts w:ascii="Garamond" w:hAnsi="Garamond" w:cs="Garamond"/>
          <w:color w:val="000000"/>
          <w:sz w:val="23"/>
          <w:szCs w:val="23"/>
        </w:rPr>
      </w:pPr>
    </w:p>
    <w:p w14:paraId="1DF200FF" w14:textId="77777777" w:rsidR="00D46DF0" w:rsidRDefault="00D46DF0" w:rsidP="00431124">
      <w:pPr>
        <w:autoSpaceDE w:val="0"/>
        <w:autoSpaceDN w:val="0"/>
        <w:adjustRightInd w:val="0"/>
        <w:jc w:val="center"/>
        <w:rPr>
          <w:rFonts w:ascii="Garamond" w:hAnsi="Garamond" w:cs="Garamond"/>
          <w:color w:val="000000"/>
          <w:sz w:val="23"/>
          <w:szCs w:val="23"/>
        </w:rPr>
      </w:pPr>
    </w:p>
    <w:p w14:paraId="3450DEC4" w14:textId="77777777" w:rsidR="00B054D0" w:rsidRDefault="00B054D0" w:rsidP="00431124">
      <w:pPr>
        <w:autoSpaceDE w:val="0"/>
        <w:autoSpaceDN w:val="0"/>
        <w:adjustRightInd w:val="0"/>
        <w:jc w:val="center"/>
        <w:rPr>
          <w:rFonts w:ascii="Garamond" w:hAnsi="Garamond" w:cs="Garamond"/>
          <w:color w:val="000000"/>
          <w:sz w:val="23"/>
          <w:szCs w:val="23"/>
        </w:rPr>
      </w:pPr>
    </w:p>
    <w:p w14:paraId="4E30872F" w14:textId="77777777" w:rsidR="00F25F34" w:rsidRDefault="00F25F34" w:rsidP="00431124">
      <w:pPr>
        <w:autoSpaceDE w:val="0"/>
        <w:autoSpaceDN w:val="0"/>
        <w:adjustRightInd w:val="0"/>
        <w:jc w:val="center"/>
        <w:rPr>
          <w:rFonts w:ascii="Garamond" w:hAnsi="Garamond" w:cs="Garamond"/>
          <w:color w:val="000000"/>
          <w:sz w:val="23"/>
          <w:szCs w:val="23"/>
        </w:rPr>
      </w:pPr>
    </w:p>
    <w:p w14:paraId="5BCB02FF" w14:textId="77777777" w:rsidR="00D46DF0" w:rsidRDefault="00D46DF0"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745769">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74FBC0AE" w:rsidR="009A3FD6" w:rsidRPr="00054405" w:rsidRDefault="009A3FD6" w:rsidP="009A3FD6">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8D1BE6">
        <w:rPr>
          <w:rFonts w:ascii="Garamond" w:hAnsi="Garamond" w:cs="Garamond"/>
          <w:b/>
          <w:bCs/>
          <w:sz w:val="23"/>
          <w:szCs w:val="23"/>
        </w:rPr>
        <w:t>2</w:t>
      </w:r>
      <w:r w:rsidR="00CD293D">
        <w:rPr>
          <w:rFonts w:ascii="Garamond" w:hAnsi="Garamond" w:cs="Garamond"/>
          <w:b/>
          <w:bCs/>
          <w:sz w:val="23"/>
          <w:szCs w:val="23"/>
        </w:rPr>
        <w:t>1</w:t>
      </w:r>
      <w:r w:rsidR="00322F24">
        <w:rPr>
          <w:rFonts w:ascii="Garamond" w:hAnsi="Garamond" w:cs="Garamond"/>
          <w:b/>
          <w:bCs/>
          <w:sz w:val="23"/>
          <w:szCs w:val="23"/>
        </w:rPr>
        <w:t>2</w:t>
      </w:r>
      <w:r w:rsidRPr="00054405">
        <w:rPr>
          <w:rFonts w:ascii="Garamond" w:hAnsi="Garamond" w:cs="Garamond"/>
          <w:b/>
          <w:bCs/>
          <w:sz w:val="23"/>
          <w:szCs w:val="23"/>
        </w:rPr>
        <w:t>/2023</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777777"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49D52E1A" w14:textId="77777777" w:rsidR="009A3FD6" w:rsidRPr="00054405"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B8AC" w14:textId="77777777" w:rsidR="007F0448" w:rsidRDefault="007F0448" w:rsidP="0058391E">
      <w:r>
        <w:separator/>
      </w:r>
    </w:p>
  </w:endnote>
  <w:endnote w:type="continuationSeparator" w:id="0">
    <w:p w14:paraId="566D1D21" w14:textId="77777777" w:rsidR="007F0448" w:rsidRDefault="007F0448" w:rsidP="0058391E">
      <w:r>
        <w:continuationSeparator/>
      </w:r>
    </w:p>
  </w:endnote>
  <w:endnote w:type="continuationNotice" w:id="1">
    <w:p w14:paraId="23A8E5DE" w14:textId="77777777" w:rsidR="007F0448" w:rsidRDefault="007F0448"/>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E504A" w14:textId="77777777" w:rsidR="007F0448" w:rsidRDefault="007F0448" w:rsidP="0058391E">
      <w:r>
        <w:separator/>
      </w:r>
    </w:p>
  </w:footnote>
  <w:footnote w:type="continuationSeparator" w:id="0">
    <w:p w14:paraId="5D9A7FB4" w14:textId="77777777" w:rsidR="007F0448" w:rsidRDefault="007F0448" w:rsidP="0058391E">
      <w:r>
        <w:continuationSeparator/>
      </w:r>
    </w:p>
  </w:footnote>
  <w:footnote w:type="continuationNotice" w:id="1">
    <w:p w14:paraId="33098EEC" w14:textId="77777777" w:rsidR="007F0448" w:rsidRDefault="007F04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14981"/>
    <w:rsid w:val="00032C0E"/>
    <w:rsid w:val="00036013"/>
    <w:rsid w:val="00036E43"/>
    <w:rsid w:val="00037AB9"/>
    <w:rsid w:val="00042ECE"/>
    <w:rsid w:val="00052C62"/>
    <w:rsid w:val="00053CAB"/>
    <w:rsid w:val="00055B5A"/>
    <w:rsid w:val="00061C50"/>
    <w:rsid w:val="000653D8"/>
    <w:rsid w:val="00074E23"/>
    <w:rsid w:val="00090F9D"/>
    <w:rsid w:val="000929FB"/>
    <w:rsid w:val="000948F6"/>
    <w:rsid w:val="000A0819"/>
    <w:rsid w:val="000A290F"/>
    <w:rsid w:val="000B39AE"/>
    <w:rsid w:val="000F7FB6"/>
    <w:rsid w:val="00104653"/>
    <w:rsid w:val="001160AB"/>
    <w:rsid w:val="00123E98"/>
    <w:rsid w:val="00140609"/>
    <w:rsid w:val="00143299"/>
    <w:rsid w:val="00150F6C"/>
    <w:rsid w:val="00155130"/>
    <w:rsid w:val="00172B21"/>
    <w:rsid w:val="00172E16"/>
    <w:rsid w:val="0017466E"/>
    <w:rsid w:val="001777A9"/>
    <w:rsid w:val="0018038A"/>
    <w:rsid w:val="0018167A"/>
    <w:rsid w:val="00186FB2"/>
    <w:rsid w:val="00193A2E"/>
    <w:rsid w:val="00195E81"/>
    <w:rsid w:val="00197866"/>
    <w:rsid w:val="001A4316"/>
    <w:rsid w:val="001B0CC3"/>
    <w:rsid w:val="001B39F3"/>
    <w:rsid w:val="001C1537"/>
    <w:rsid w:val="001C56C0"/>
    <w:rsid w:val="001E077E"/>
    <w:rsid w:val="00202C44"/>
    <w:rsid w:val="00203D6D"/>
    <w:rsid w:val="0021292A"/>
    <w:rsid w:val="00221073"/>
    <w:rsid w:val="00230E4B"/>
    <w:rsid w:val="002312FF"/>
    <w:rsid w:val="00235671"/>
    <w:rsid w:val="002372CC"/>
    <w:rsid w:val="002377A8"/>
    <w:rsid w:val="00251D5C"/>
    <w:rsid w:val="002663E2"/>
    <w:rsid w:val="00270269"/>
    <w:rsid w:val="002827A5"/>
    <w:rsid w:val="00286F0D"/>
    <w:rsid w:val="00291E0E"/>
    <w:rsid w:val="002934B1"/>
    <w:rsid w:val="0029385F"/>
    <w:rsid w:val="00294DB6"/>
    <w:rsid w:val="002A3E9D"/>
    <w:rsid w:val="002A7167"/>
    <w:rsid w:val="002B2BF8"/>
    <w:rsid w:val="002B5CE4"/>
    <w:rsid w:val="002C24D4"/>
    <w:rsid w:val="002C44EA"/>
    <w:rsid w:val="002D4702"/>
    <w:rsid w:val="002D790D"/>
    <w:rsid w:val="002E4BF5"/>
    <w:rsid w:val="00307924"/>
    <w:rsid w:val="00307C8B"/>
    <w:rsid w:val="003145C4"/>
    <w:rsid w:val="00322F24"/>
    <w:rsid w:val="0032795B"/>
    <w:rsid w:val="00330E6D"/>
    <w:rsid w:val="00335F8A"/>
    <w:rsid w:val="00342C55"/>
    <w:rsid w:val="00350266"/>
    <w:rsid w:val="00352AA8"/>
    <w:rsid w:val="00360688"/>
    <w:rsid w:val="00364036"/>
    <w:rsid w:val="00364676"/>
    <w:rsid w:val="003659EF"/>
    <w:rsid w:val="00373AA9"/>
    <w:rsid w:val="003868C8"/>
    <w:rsid w:val="00391B5B"/>
    <w:rsid w:val="00391E59"/>
    <w:rsid w:val="00391E69"/>
    <w:rsid w:val="00397E30"/>
    <w:rsid w:val="003A1822"/>
    <w:rsid w:val="003A1A10"/>
    <w:rsid w:val="003A39DF"/>
    <w:rsid w:val="003A74FF"/>
    <w:rsid w:val="003B4EBB"/>
    <w:rsid w:val="003C289D"/>
    <w:rsid w:val="003D7DC6"/>
    <w:rsid w:val="003E057B"/>
    <w:rsid w:val="003E4326"/>
    <w:rsid w:val="003F64CE"/>
    <w:rsid w:val="00405F68"/>
    <w:rsid w:val="00406901"/>
    <w:rsid w:val="00406B2D"/>
    <w:rsid w:val="004100AF"/>
    <w:rsid w:val="004151F8"/>
    <w:rsid w:val="004206D0"/>
    <w:rsid w:val="00422544"/>
    <w:rsid w:val="0042332B"/>
    <w:rsid w:val="00425E05"/>
    <w:rsid w:val="00430DC1"/>
    <w:rsid w:val="00431124"/>
    <w:rsid w:val="00437042"/>
    <w:rsid w:val="0044030D"/>
    <w:rsid w:val="0044037D"/>
    <w:rsid w:val="00446FF2"/>
    <w:rsid w:val="00450D2A"/>
    <w:rsid w:val="0045232B"/>
    <w:rsid w:val="00461AF9"/>
    <w:rsid w:val="00473E0C"/>
    <w:rsid w:val="00475505"/>
    <w:rsid w:val="00475964"/>
    <w:rsid w:val="0048159B"/>
    <w:rsid w:val="00482214"/>
    <w:rsid w:val="00486481"/>
    <w:rsid w:val="004B2C29"/>
    <w:rsid w:val="004B3333"/>
    <w:rsid w:val="004D346C"/>
    <w:rsid w:val="004E5995"/>
    <w:rsid w:val="005067BA"/>
    <w:rsid w:val="00506D20"/>
    <w:rsid w:val="00521A90"/>
    <w:rsid w:val="00521AE1"/>
    <w:rsid w:val="005249D6"/>
    <w:rsid w:val="005356FC"/>
    <w:rsid w:val="00535CC1"/>
    <w:rsid w:val="00536DD9"/>
    <w:rsid w:val="00540C55"/>
    <w:rsid w:val="00547ACB"/>
    <w:rsid w:val="00550F57"/>
    <w:rsid w:val="00565CC5"/>
    <w:rsid w:val="00570FC5"/>
    <w:rsid w:val="005720BD"/>
    <w:rsid w:val="00572AAD"/>
    <w:rsid w:val="0057517E"/>
    <w:rsid w:val="00577CFF"/>
    <w:rsid w:val="00580D16"/>
    <w:rsid w:val="0058391E"/>
    <w:rsid w:val="00597925"/>
    <w:rsid w:val="005A3732"/>
    <w:rsid w:val="005B1892"/>
    <w:rsid w:val="005B27D4"/>
    <w:rsid w:val="005B3B13"/>
    <w:rsid w:val="005C0CFD"/>
    <w:rsid w:val="005C109F"/>
    <w:rsid w:val="005C5360"/>
    <w:rsid w:val="005D66A8"/>
    <w:rsid w:val="005D68EF"/>
    <w:rsid w:val="005D7482"/>
    <w:rsid w:val="005D771B"/>
    <w:rsid w:val="005F323A"/>
    <w:rsid w:val="005F3473"/>
    <w:rsid w:val="005F73C3"/>
    <w:rsid w:val="00611D5D"/>
    <w:rsid w:val="00612208"/>
    <w:rsid w:val="00612D2E"/>
    <w:rsid w:val="00614451"/>
    <w:rsid w:val="00623692"/>
    <w:rsid w:val="00625C0E"/>
    <w:rsid w:val="00646EFA"/>
    <w:rsid w:val="006640FE"/>
    <w:rsid w:val="00667F2F"/>
    <w:rsid w:val="00672B1F"/>
    <w:rsid w:val="006830D3"/>
    <w:rsid w:val="0068717B"/>
    <w:rsid w:val="00692046"/>
    <w:rsid w:val="00696807"/>
    <w:rsid w:val="006A0A85"/>
    <w:rsid w:val="006A37F9"/>
    <w:rsid w:val="006A67A9"/>
    <w:rsid w:val="006A70A5"/>
    <w:rsid w:val="006B1DE5"/>
    <w:rsid w:val="006B2075"/>
    <w:rsid w:val="006B32E9"/>
    <w:rsid w:val="006C1B9E"/>
    <w:rsid w:val="006D0566"/>
    <w:rsid w:val="006E2A80"/>
    <w:rsid w:val="006E6D7B"/>
    <w:rsid w:val="006F0DC0"/>
    <w:rsid w:val="006F1AEE"/>
    <w:rsid w:val="007047B5"/>
    <w:rsid w:val="0070793F"/>
    <w:rsid w:val="00713CFB"/>
    <w:rsid w:val="00713EC9"/>
    <w:rsid w:val="007238E9"/>
    <w:rsid w:val="0072403F"/>
    <w:rsid w:val="00730848"/>
    <w:rsid w:val="00732151"/>
    <w:rsid w:val="00732E7F"/>
    <w:rsid w:val="00734C35"/>
    <w:rsid w:val="00735521"/>
    <w:rsid w:val="0073598C"/>
    <w:rsid w:val="00741A3D"/>
    <w:rsid w:val="00745769"/>
    <w:rsid w:val="00754139"/>
    <w:rsid w:val="00757F42"/>
    <w:rsid w:val="00760267"/>
    <w:rsid w:val="00766A39"/>
    <w:rsid w:val="007727CA"/>
    <w:rsid w:val="0077405B"/>
    <w:rsid w:val="00787DB4"/>
    <w:rsid w:val="0079405D"/>
    <w:rsid w:val="007A0117"/>
    <w:rsid w:val="007B25B6"/>
    <w:rsid w:val="007D3F2A"/>
    <w:rsid w:val="007D57CD"/>
    <w:rsid w:val="007E12C8"/>
    <w:rsid w:val="007E14FD"/>
    <w:rsid w:val="007E2D5C"/>
    <w:rsid w:val="007E44B9"/>
    <w:rsid w:val="007F0448"/>
    <w:rsid w:val="007F31D9"/>
    <w:rsid w:val="007F3AFA"/>
    <w:rsid w:val="008055E2"/>
    <w:rsid w:val="00806697"/>
    <w:rsid w:val="008111AE"/>
    <w:rsid w:val="00815E45"/>
    <w:rsid w:val="00816B93"/>
    <w:rsid w:val="008208A0"/>
    <w:rsid w:val="0082232C"/>
    <w:rsid w:val="00823E90"/>
    <w:rsid w:val="00826667"/>
    <w:rsid w:val="008325B7"/>
    <w:rsid w:val="008328DE"/>
    <w:rsid w:val="0083428D"/>
    <w:rsid w:val="00841FDB"/>
    <w:rsid w:val="00854CD6"/>
    <w:rsid w:val="008730FB"/>
    <w:rsid w:val="00876593"/>
    <w:rsid w:val="008912CB"/>
    <w:rsid w:val="008A0624"/>
    <w:rsid w:val="008A505E"/>
    <w:rsid w:val="008A5C4A"/>
    <w:rsid w:val="008B7850"/>
    <w:rsid w:val="008D17AD"/>
    <w:rsid w:val="008D1BE6"/>
    <w:rsid w:val="008E6E02"/>
    <w:rsid w:val="008F3EAB"/>
    <w:rsid w:val="00906223"/>
    <w:rsid w:val="0091437E"/>
    <w:rsid w:val="00916C0C"/>
    <w:rsid w:val="00924CFD"/>
    <w:rsid w:val="00933469"/>
    <w:rsid w:val="00940E74"/>
    <w:rsid w:val="0094397F"/>
    <w:rsid w:val="00951C49"/>
    <w:rsid w:val="00956278"/>
    <w:rsid w:val="00964BE8"/>
    <w:rsid w:val="009A3FD6"/>
    <w:rsid w:val="009C464D"/>
    <w:rsid w:val="009C5E87"/>
    <w:rsid w:val="009C6C06"/>
    <w:rsid w:val="009D1983"/>
    <w:rsid w:val="009D215B"/>
    <w:rsid w:val="009D3DA1"/>
    <w:rsid w:val="009D638D"/>
    <w:rsid w:val="009E3423"/>
    <w:rsid w:val="009E3486"/>
    <w:rsid w:val="009E4EA2"/>
    <w:rsid w:val="009E5516"/>
    <w:rsid w:val="009F02B0"/>
    <w:rsid w:val="009F373A"/>
    <w:rsid w:val="009F40A8"/>
    <w:rsid w:val="009F7414"/>
    <w:rsid w:val="00A03D8D"/>
    <w:rsid w:val="00A04C1B"/>
    <w:rsid w:val="00A130E5"/>
    <w:rsid w:val="00A24CFB"/>
    <w:rsid w:val="00A31CF0"/>
    <w:rsid w:val="00A35936"/>
    <w:rsid w:val="00A4146D"/>
    <w:rsid w:val="00A42CD7"/>
    <w:rsid w:val="00A47E1C"/>
    <w:rsid w:val="00A5092C"/>
    <w:rsid w:val="00A5115C"/>
    <w:rsid w:val="00A5524F"/>
    <w:rsid w:val="00A55F35"/>
    <w:rsid w:val="00A577A3"/>
    <w:rsid w:val="00A57BF0"/>
    <w:rsid w:val="00A6114A"/>
    <w:rsid w:val="00A63D97"/>
    <w:rsid w:val="00A661C5"/>
    <w:rsid w:val="00A72B87"/>
    <w:rsid w:val="00A84B34"/>
    <w:rsid w:val="00AA40DB"/>
    <w:rsid w:val="00AA4380"/>
    <w:rsid w:val="00AA5DFB"/>
    <w:rsid w:val="00AA606A"/>
    <w:rsid w:val="00AA65F3"/>
    <w:rsid w:val="00AB0613"/>
    <w:rsid w:val="00AB72F1"/>
    <w:rsid w:val="00AC43F0"/>
    <w:rsid w:val="00AC66CD"/>
    <w:rsid w:val="00AD3095"/>
    <w:rsid w:val="00AE3C5A"/>
    <w:rsid w:val="00AE3ECC"/>
    <w:rsid w:val="00AF043C"/>
    <w:rsid w:val="00AF4B3D"/>
    <w:rsid w:val="00AF5D0E"/>
    <w:rsid w:val="00B0438E"/>
    <w:rsid w:val="00B054D0"/>
    <w:rsid w:val="00B0618E"/>
    <w:rsid w:val="00B132F4"/>
    <w:rsid w:val="00B21CA2"/>
    <w:rsid w:val="00B24F85"/>
    <w:rsid w:val="00B25E0C"/>
    <w:rsid w:val="00B30045"/>
    <w:rsid w:val="00B37C00"/>
    <w:rsid w:val="00B507C1"/>
    <w:rsid w:val="00B652AE"/>
    <w:rsid w:val="00B6676C"/>
    <w:rsid w:val="00B73C74"/>
    <w:rsid w:val="00B74C33"/>
    <w:rsid w:val="00B909BE"/>
    <w:rsid w:val="00B93A2B"/>
    <w:rsid w:val="00B95D0F"/>
    <w:rsid w:val="00B96465"/>
    <w:rsid w:val="00B97A78"/>
    <w:rsid w:val="00B97B48"/>
    <w:rsid w:val="00BB1C13"/>
    <w:rsid w:val="00BB1FD8"/>
    <w:rsid w:val="00BB542C"/>
    <w:rsid w:val="00BC1E8B"/>
    <w:rsid w:val="00BD5361"/>
    <w:rsid w:val="00BF05ED"/>
    <w:rsid w:val="00C03DBD"/>
    <w:rsid w:val="00C175AF"/>
    <w:rsid w:val="00C20D20"/>
    <w:rsid w:val="00C33F00"/>
    <w:rsid w:val="00C41DC5"/>
    <w:rsid w:val="00C60040"/>
    <w:rsid w:val="00C61BB3"/>
    <w:rsid w:val="00C65AD4"/>
    <w:rsid w:val="00C65D79"/>
    <w:rsid w:val="00C74BF1"/>
    <w:rsid w:val="00C7553A"/>
    <w:rsid w:val="00C80822"/>
    <w:rsid w:val="00C824D7"/>
    <w:rsid w:val="00C83826"/>
    <w:rsid w:val="00C84545"/>
    <w:rsid w:val="00C845A3"/>
    <w:rsid w:val="00C8703C"/>
    <w:rsid w:val="00C95457"/>
    <w:rsid w:val="00C97223"/>
    <w:rsid w:val="00CA204D"/>
    <w:rsid w:val="00CB1700"/>
    <w:rsid w:val="00CB5814"/>
    <w:rsid w:val="00CC26A0"/>
    <w:rsid w:val="00CD293D"/>
    <w:rsid w:val="00CD3844"/>
    <w:rsid w:val="00CE4BA1"/>
    <w:rsid w:val="00CF151F"/>
    <w:rsid w:val="00CF624E"/>
    <w:rsid w:val="00D05D2F"/>
    <w:rsid w:val="00D10632"/>
    <w:rsid w:val="00D121DC"/>
    <w:rsid w:val="00D12837"/>
    <w:rsid w:val="00D204F2"/>
    <w:rsid w:val="00D379BA"/>
    <w:rsid w:val="00D41D47"/>
    <w:rsid w:val="00D46DF0"/>
    <w:rsid w:val="00D61743"/>
    <w:rsid w:val="00D62417"/>
    <w:rsid w:val="00D63657"/>
    <w:rsid w:val="00D70367"/>
    <w:rsid w:val="00D7461F"/>
    <w:rsid w:val="00D825B1"/>
    <w:rsid w:val="00D8272F"/>
    <w:rsid w:val="00D86B89"/>
    <w:rsid w:val="00D877C5"/>
    <w:rsid w:val="00DA168B"/>
    <w:rsid w:val="00DB6871"/>
    <w:rsid w:val="00DC0177"/>
    <w:rsid w:val="00DC1AD8"/>
    <w:rsid w:val="00DC2571"/>
    <w:rsid w:val="00DC351F"/>
    <w:rsid w:val="00DD06BC"/>
    <w:rsid w:val="00DD2E05"/>
    <w:rsid w:val="00DF0D6B"/>
    <w:rsid w:val="00DF1F6B"/>
    <w:rsid w:val="00E0216F"/>
    <w:rsid w:val="00E0325C"/>
    <w:rsid w:val="00E10D25"/>
    <w:rsid w:val="00E14018"/>
    <w:rsid w:val="00E14315"/>
    <w:rsid w:val="00E32580"/>
    <w:rsid w:val="00E370F1"/>
    <w:rsid w:val="00E3776F"/>
    <w:rsid w:val="00E45F5A"/>
    <w:rsid w:val="00E47163"/>
    <w:rsid w:val="00E5351E"/>
    <w:rsid w:val="00E614D0"/>
    <w:rsid w:val="00E64631"/>
    <w:rsid w:val="00E751A7"/>
    <w:rsid w:val="00E83769"/>
    <w:rsid w:val="00E85A2D"/>
    <w:rsid w:val="00E95DD4"/>
    <w:rsid w:val="00EA1C90"/>
    <w:rsid w:val="00EA2751"/>
    <w:rsid w:val="00EA4834"/>
    <w:rsid w:val="00EB3A1C"/>
    <w:rsid w:val="00EB431E"/>
    <w:rsid w:val="00EC6983"/>
    <w:rsid w:val="00EC79E4"/>
    <w:rsid w:val="00ED18DF"/>
    <w:rsid w:val="00ED1C95"/>
    <w:rsid w:val="00ED4ECB"/>
    <w:rsid w:val="00EF0DCF"/>
    <w:rsid w:val="00EF1B7A"/>
    <w:rsid w:val="00F03B99"/>
    <w:rsid w:val="00F050AB"/>
    <w:rsid w:val="00F10FB0"/>
    <w:rsid w:val="00F121E4"/>
    <w:rsid w:val="00F13068"/>
    <w:rsid w:val="00F1490B"/>
    <w:rsid w:val="00F16269"/>
    <w:rsid w:val="00F16699"/>
    <w:rsid w:val="00F21678"/>
    <w:rsid w:val="00F22AB4"/>
    <w:rsid w:val="00F23AF4"/>
    <w:rsid w:val="00F25F34"/>
    <w:rsid w:val="00F261AC"/>
    <w:rsid w:val="00F2652F"/>
    <w:rsid w:val="00F420BC"/>
    <w:rsid w:val="00F5367E"/>
    <w:rsid w:val="00F769EF"/>
    <w:rsid w:val="00F8575C"/>
    <w:rsid w:val="00F85BFF"/>
    <w:rsid w:val="00F92D5F"/>
    <w:rsid w:val="00F974B3"/>
    <w:rsid w:val="00FA4E54"/>
    <w:rsid w:val="00FA6212"/>
    <w:rsid w:val="00FD13E5"/>
    <w:rsid w:val="00FD1FE2"/>
    <w:rsid w:val="00FD45F8"/>
    <w:rsid w:val="00FD5498"/>
    <w:rsid w:val="00FE0C33"/>
    <w:rsid w:val="00FE4029"/>
    <w:rsid w:val="00FE51D1"/>
    <w:rsid w:val="00FF00E2"/>
    <w:rsid w:val="00FF150B"/>
    <w:rsid w:val="00FF4CD0"/>
    <w:rsid w:val="00FF5CC6"/>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6bfad0c-51f3-4a50-b029-a1dca13cbb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C0FFE597353241B62899E3FF39DFD7" ma:contentTypeVersion="17" ma:contentTypeDescription="Create a new document." ma:contentTypeScope="" ma:versionID="ada24c286d423e972f847c7c70a2a8e6">
  <xsd:schema xmlns:xsd="http://www.w3.org/2001/XMLSchema" xmlns:xs="http://www.w3.org/2001/XMLSchema" xmlns:p="http://schemas.microsoft.com/office/2006/metadata/properties" xmlns:ns3="36bfad0c-51f3-4a50-b029-a1dca13cbbf9" xmlns:ns4="8cdc1116-e90a-4ee7-9e36-0674ef0037b9" targetNamespace="http://schemas.microsoft.com/office/2006/metadata/properties" ma:root="true" ma:fieldsID="36c5ef92976735025b4a02e162eba853" ns3:_="" ns4:_="">
    <xsd:import namespace="36bfad0c-51f3-4a50-b029-a1dca13cbbf9"/>
    <xsd:import namespace="8cdc1116-e90a-4ee7-9e36-0674ef0037b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bfad0c-51f3-4a50-b029-a1dca13cb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dc1116-e90a-4ee7-9e36-0674ef0037b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406251-8569-4713-AC58-8EC241FD77F3}">
  <ds:schemaRefs>
    <ds:schemaRef ds:uri="http://purl.org/dc/dcmitype/"/>
    <ds:schemaRef ds:uri="http://schemas.microsoft.com/office/infopath/2007/PartnerControls"/>
    <ds:schemaRef ds:uri="http://schemas.microsoft.com/office/2006/documentManagement/types"/>
    <ds:schemaRef ds:uri="8cdc1116-e90a-4ee7-9e36-0674ef0037b9"/>
    <ds:schemaRef ds:uri="36bfad0c-51f3-4a50-b029-a1dca13cbbf9"/>
    <ds:schemaRef ds:uri="http://www.w3.org/XML/1998/namespace"/>
    <ds:schemaRef ds:uri="http://schemas.microsoft.com/office/2006/metadata/properties"/>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E3ECDE95-A7B2-4839-8B0D-4F790C34B93C}">
  <ds:schemaRefs>
    <ds:schemaRef ds:uri="http://schemas.microsoft.com/sharepoint/v3/contenttype/forms"/>
  </ds:schemaRefs>
</ds:datastoreItem>
</file>

<file path=customXml/itemProps3.xml><?xml version="1.0" encoding="utf-8"?>
<ds:datastoreItem xmlns:ds="http://schemas.openxmlformats.org/officeDocument/2006/customXml" ds:itemID="{0378DC61-8166-4664-9C9F-F0B831553E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bfad0c-51f3-4a50-b029-a1dca13cbbf9"/>
    <ds:schemaRef ds:uri="8cdc1116-e90a-4ee7-9e36-0674ef003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Protesta_01.dot</Template>
  <TotalTime>54</TotalTime>
  <Pages>4</Pages>
  <Words>1671</Words>
  <Characters>10473</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MAURO LA MANNA</cp:lastModifiedBy>
  <cp:revision>28</cp:revision>
  <cp:lastPrinted>2016-03-02T01:13:00Z</cp:lastPrinted>
  <dcterms:created xsi:type="dcterms:W3CDTF">2023-12-05T09:19:00Z</dcterms:created>
  <dcterms:modified xsi:type="dcterms:W3CDTF">2023-12-05T10:32:00Z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0x010100CDC0FFE597353241B62899E3FF39DFD7</vt:lpwstr>
  </property>
</Properties>
</file>